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98962B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C2169E">
        <w:rPr>
          <w:rFonts w:ascii="Corbel" w:hAnsi="Corbel"/>
          <w:b/>
          <w:smallCaps/>
          <w:sz w:val="24"/>
          <w:szCs w:val="24"/>
        </w:rPr>
        <w:t>2019-2022</w:t>
      </w:r>
    </w:p>
    <w:p w14:paraId="42D65B55" w14:textId="1774CF61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C2169E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C2169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599C8355" w:rsidR="004E4652" w:rsidRPr="00EB2281" w:rsidRDefault="00436B0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5F36F186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2DFDB10" w:rsidR="00632F2B" w:rsidRPr="009C54AE" w:rsidRDefault="00F46F1C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7FABADA9" w:rsidRPr="20AC36E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496F2075" w:rsidR="000368C2" w:rsidRPr="009C54AE" w:rsidRDefault="00F46F1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20AC36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13E3E519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00F46F1C">
              <w:t>52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64A18" w14:textId="77777777" w:rsidR="00722E24" w:rsidRDefault="00722E24" w:rsidP="00C16ABF">
      <w:pPr>
        <w:spacing w:after="0" w:line="240" w:lineRule="auto"/>
      </w:pPr>
      <w:r>
        <w:separator/>
      </w:r>
    </w:p>
  </w:endnote>
  <w:endnote w:type="continuationSeparator" w:id="0">
    <w:p w14:paraId="73696232" w14:textId="77777777" w:rsidR="00722E24" w:rsidRDefault="00722E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E5869" w14:textId="77777777" w:rsidR="00722E24" w:rsidRDefault="00722E24" w:rsidP="00C16ABF">
      <w:pPr>
        <w:spacing w:after="0" w:line="240" w:lineRule="auto"/>
      </w:pPr>
      <w:r>
        <w:separator/>
      </w:r>
    </w:p>
  </w:footnote>
  <w:footnote w:type="continuationSeparator" w:id="0">
    <w:p w14:paraId="3FDFCA23" w14:textId="77777777" w:rsidR="00722E24" w:rsidRDefault="00722E24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4544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6B08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2E24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A7380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169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46F1C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F9E087-36C6-4A73-8870-6A4AF8DE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964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2017-02-15T12:41:00Z</cp:lastPrinted>
  <dcterms:created xsi:type="dcterms:W3CDTF">2020-12-14T20:55:00Z</dcterms:created>
  <dcterms:modified xsi:type="dcterms:W3CDTF">2021-11-05T11:39:00Z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